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06BCA" w14:textId="77777777" w:rsidR="009D034D" w:rsidRDefault="009D034D" w:rsidP="009D034D">
      <w:pPr>
        <w:spacing w:after="0"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2EF06BCB" w14:textId="77777777" w:rsidR="009D034D" w:rsidRDefault="009D034D" w:rsidP="009D034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EF06BCC" w14:textId="77777777" w:rsidR="009D034D" w:rsidRDefault="009D03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EF06BCD" w14:textId="77777777" w:rsidR="0085747A" w:rsidRPr="00095E7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95E77">
        <w:rPr>
          <w:rFonts w:ascii="Corbel" w:hAnsi="Corbel"/>
          <w:b/>
          <w:smallCaps/>
          <w:sz w:val="24"/>
          <w:szCs w:val="24"/>
        </w:rPr>
        <w:t>SYLABUS</w:t>
      </w:r>
    </w:p>
    <w:p w14:paraId="2EF06BCE" w14:textId="59579632" w:rsidR="0085747A" w:rsidRPr="00095E77" w:rsidRDefault="0071620A" w:rsidP="00B874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95E7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95E77">
        <w:rPr>
          <w:rFonts w:ascii="Corbel" w:hAnsi="Corbel"/>
          <w:b/>
          <w:smallCaps/>
          <w:sz w:val="24"/>
          <w:szCs w:val="24"/>
        </w:rPr>
        <w:t xml:space="preserve"> </w:t>
      </w:r>
      <w:r w:rsidR="00B8748B">
        <w:rPr>
          <w:rFonts w:ascii="Corbel" w:hAnsi="Corbel"/>
          <w:b/>
          <w:smallCaps/>
          <w:sz w:val="24"/>
          <w:szCs w:val="24"/>
        </w:rPr>
        <w:t>202</w:t>
      </w:r>
      <w:r w:rsidR="001E4DD6">
        <w:rPr>
          <w:rFonts w:ascii="Corbel" w:hAnsi="Corbel"/>
          <w:b/>
          <w:smallCaps/>
          <w:sz w:val="24"/>
          <w:szCs w:val="24"/>
        </w:rPr>
        <w:t>5</w:t>
      </w:r>
      <w:r w:rsidR="00B8748B">
        <w:rPr>
          <w:rFonts w:ascii="Corbel" w:hAnsi="Corbel"/>
          <w:b/>
          <w:smallCaps/>
          <w:sz w:val="24"/>
          <w:szCs w:val="24"/>
        </w:rPr>
        <w:t>-20</w:t>
      </w:r>
      <w:r w:rsidR="001E4DD6">
        <w:rPr>
          <w:rFonts w:ascii="Corbel" w:hAnsi="Corbel"/>
          <w:b/>
          <w:smallCaps/>
          <w:sz w:val="24"/>
          <w:szCs w:val="24"/>
        </w:rPr>
        <w:t>30</w:t>
      </w:r>
    </w:p>
    <w:p w14:paraId="2EF06BCF" w14:textId="3FA589B6" w:rsidR="00445970" w:rsidRPr="00095E7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</w:r>
      <w:r w:rsidRPr="00095E77">
        <w:rPr>
          <w:rFonts w:ascii="Corbel" w:hAnsi="Corbel"/>
          <w:sz w:val="24"/>
          <w:szCs w:val="24"/>
        </w:rPr>
        <w:tab/>
        <w:t xml:space="preserve">Rok akademicki   </w:t>
      </w:r>
      <w:r w:rsidR="00305D5B" w:rsidRPr="00095E77">
        <w:rPr>
          <w:rFonts w:ascii="Corbel" w:hAnsi="Corbel"/>
          <w:sz w:val="24"/>
          <w:szCs w:val="24"/>
        </w:rPr>
        <w:t>202</w:t>
      </w:r>
      <w:r w:rsidR="001E4DD6">
        <w:rPr>
          <w:rFonts w:ascii="Corbel" w:hAnsi="Corbel"/>
          <w:sz w:val="24"/>
          <w:szCs w:val="24"/>
        </w:rPr>
        <w:t>9</w:t>
      </w:r>
      <w:r w:rsidR="00305D5B" w:rsidRPr="00095E77">
        <w:rPr>
          <w:rFonts w:ascii="Corbel" w:hAnsi="Corbel"/>
          <w:sz w:val="24"/>
          <w:szCs w:val="24"/>
        </w:rPr>
        <w:t>/20</w:t>
      </w:r>
      <w:r w:rsidR="001E4DD6">
        <w:rPr>
          <w:rFonts w:ascii="Corbel" w:hAnsi="Corbel"/>
          <w:sz w:val="24"/>
          <w:szCs w:val="24"/>
        </w:rPr>
        <w:t>30</w:t>
      </w:r>
    </w:p>
    <w:p w14:paraId="2EF06BD0" w14:textId="77777777" w:rsidR="0085747A" w:rsidRPr="00095E7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F06BD1" w14:textId="77777777" w:rsidR="0085747A" w:rsidRPr="00095E7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95E77">
        <w:rPr>
          <w:rFonts w:ascii="Corbel" w:hAnsi="Corbel"/>
          <w:szCs w:val="24"/>
        </w:rPr>
        <w:t xml:space="preserve">1. </w:t>
      </w:r>
      <w:r w:rsidR="0085747A" w:rsidRPr="00095E77">
        <w:rPr>
          <w:rFonts w:ascii="Corbel" w:hAnsi="Corbel"/>
          <w:szCs w:val="24"/>
        </w:rPr>
        <w:t xml:space="preserve">Podstawowe </w:t>
      </w:r>
      <w:r w:rsidR="00445970" w:rsidRPr="00095E77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95E77" w14:paraId="2EF06BD4" w14:textId="77777777" w:rsidTr="00305D5B">
        <w:tc>
          <w:tcPr>
            <w:tcW w:w="2694" w:type="dxa"/>
            <w:vAlign w:val="center"/>
          </w:tcPr>
          <w:p w14:paraId="2EF06BD2" w14:textId="77777777" w:rsidR="0085747A" w:rsidRPr="00095E7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F06BD3" w14:textId="77777777" w:rsidR="0085747A" w:rsidRPr="00095E77" w:rsidRDefault="00305D5B" w:rsidP="00305D5B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kulturowe aspekty niepełnosprawności intelektualnej</w:t>
            </w:r>
          </w:p>
        </w:tc>
      </w:tr>
      <w:tr w:rsidR="0085747A" w:rsidRPr="00095E77" w14:paraId="2EF06BD7" w14:textId="77777777" w:rsidTr="00305D5B">
        <w:tc>
          <w:tcPr>
            <w:tcW w:w="2694" w:type="dxa"/>
            <w:vAlign w:val="center"/>
          </w:tcPr>
          <w:p w14:paraId="2EF06BD5" w14:textId="77777777" w:rsidR="0085747A" w:rsidRPr="00095E7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F06BD6" w14:textId="77777777" w:rsidR="0085747A" w:rsidRPr="00095E77" w:rsidRDefault="00305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095E77" w14:paraId="2EF06BDA" w14:textId="77777777" w:rsidTr="00305D5B">
        <w:tc>
          <w:tcPr>
            <w:tcW w:w="2694" w:type="dxa"/>
            <w:vAlign w:val="center"/>
          </w:tcPr>
          <w:p w14:paraId="2EF06BD8" w14:textId="77777777" w:rsidR="0085747A" w:rsidRPr="00095E77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95E7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EF06BD9" w14:textId="382ED939" w:rsidR="0085747A" w:rsidRPr="00095E77" w:rsidRDefault="001E4DD6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D6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095E77" w14:paraId="2EF06BDD" w14:textId="77777777" w:rsidTr="00305D5B">
        <w:tc>
          <w:tcPr>
            <w:tcW w:w="2694" w:type="dxa"/>
            <w:vAlign w:val="center"/>
          </w:tcPr>
          <w:p w14:paraId="2EF06BDB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F06BDC" w14:textId="77777777" w:rsidR="0085747A" w:rsidRPr="00095E77" w:rsidRDefault="00305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C3FF3" w:rsidRPr="00095E77" w14:paraId="2EF06BE0" w14:textId="77777777" w:rsidTr="00305D5B">
        <w:tc>
          <w:tcPr>
            <w:tcW w:w="2694" w:type="dxa"/>
            <w:vAlign w:val="center"/>
          </w:tcPr>
          <w:p w14:paraId="2EF06BDE" w14:textId="77777777" w:rsidR="001C3FF3" w:rsidRPr="00095E77" w:rsidRDefault="001C3FF3" w:rsidP="001C3F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F06BDF" w14:textId="65691A06" w:rsidR="001C3FF3" w:rsidRPr="00095E77" w:rsidRDefault="001C3FF3" w:rsidP="001C3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D350F"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D350F">
              <w:rPr>
                <w:rFonts w:ascii="Corbel" w:hAnsi="Corbel"/>
                <w:b w:val="0"/>
                <w:sz w:val="24"/>
                <w:szCs w:val="24"/>
              </w:rPr>
              <w:t>pecjalna</w:t>
            </w:r>
          </w:p>
        </w:tc>
      </w:tr>
      <w:tr w:rsidR="001C3FF3" w:rsidRPr="00095E77" w14:paraId="2EF06BE3" w14:textId="77777777" w:rsidTr="00305D5B">
        <w:tc>
          <w:tcPr>
            <w:tcW w:w="2694" w:type="dxa"/>
            <w:vAlign w:val="center"/>
          </w:tcPr>
          <w:p w14:paraId="2EF06BE1" w14:textId="77777777" w:rsidR="001C3FF3" w:rsidRPr="00095E77" w:rsidRDefault="001C3FF3" w:rsidP="001C3F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F06BE2" w14:textId="0C183C10" w:rsidR="001C3FF3" w:rsidRPr="00095E77" w:rsidRDefault="001C3FF3" w:rsidP="001C3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350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095E77" w14:paraId="2EF06BE6" w14:textId="77777777" w:rsidTr="00305D5B">
        <w:tc>
          <w:tcPr>
            <w:tcW w:w="2694" w:type="dxa"/>
            <w:vAlign w:val="center"/>
          </w:tcPr>
          <w:p w14:paraId="2EF06BE4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F06BE5" w14:textId="77777777" w:rsidR="0085747A" w:rsidRPr="00095E7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095E77" w14:paraId="2EF06BE9" w14:textId="77777777" w:rsidTr="00305D5B">
        <w:tc>
          <w:tcPr>
            <w:tcW w:w="2694" w:type="dxa"/>
            <w:vAlign w:val="center"/>
          </w:tcPr>
          <w:p w14:paraId="2EF06BE7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F06BE8" w14:textId="2988FA6F" w:rsidR="0085747A" w:rsidRPr="00095E77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876BD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095E77" w14:paraId="2EF06BEC" w14:textId="77777777" w:rsidTr="00305D5B">
        <w:tc>
          <w:tcPr>
            <w:tcW w:w="2694" w:type="dxa"/>
            <w:vAlign w:val="center"/>
          </w:tcPr>
          <w:p w14:paraId="2EF06BEA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95E77">
              <w:rPr>
                <w:rFonts w:ascii="Corbel" w:hAnsi="Corbel"/>
                <w:sz w:val="24"/>
                <w:szCs w:val="24"/>
              </w:rPr>
              <w:t>/y</w:t>
            </w:r>
            <w:r w:rsidRPr="00095E7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F06BEB" w14:textId="77777777" w:rsidR="0085747A" w:rsidRPr="00095E77" w:rsidRDefault="00850D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305D5B" w:rsidRPr="00095E77">
              <w:rPr>
                <w:rFonts w:ascii="Corbel" w:hAnsi="Corbel"/>
                <w:b w:val="0"/>
                <w:sz w:val="24"/>
                <w:szCs w:val="24"/>
              </w:rPr>
              <w:t xml:space="preserve"> rok, 9  semestr</w:t>
            </w:r>
          </w:p>
        </w:tc>
      </w:tr>
      <w:tr w:rsidR="00305D5B" w:rsidRPr="00095E77" w14:paraId="2EF06BEF" w14:textId="77777777" w:rsidTr="00305D5B">
        <w:tc>
          <w:tcPr>
            <w:tcW w:w="2694" w:type="dxa"/>
            <w:vAlign w:val="center"/>
          </w:tcPr>
          <w:p w14:paraId="2EF06BED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F06BEE" w14:textId="77777777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E.1. Przygotowanie merytoryczne; przedmiot specjalnościowy</w:t>
            </w:r>
          </w:p>
        </w:tc>
      </w:tr>
      <w:tr w:rsidR="00305D5B" w:rsidRPr="00095E77" w14:paraId="2EF06BF2" w14:textId="77777777" w:rsidTr="00305D5B">
        <w:tc>
          <w:tcPr>
            <w:tcW w:w="2694" w:type="dxa"/>
            <w:vAlign w:val="center"/>
          </w:tcPr>
          <w:p w14:paraId="2EF06BF0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F06BF1" w14:textId="77777777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305D5B" w:rsidRPr="00095E77" w14:paraId="2EF06BF5" w14:textId="77777777" w:rsidTr="00305D5B">
        <w:tc>
          <w:tcPr>
            <w:tcW w:w="2694" w:type="dxa"/>
            <w:vAlign w:val="center"/>
          </w:tcPr>
          <w:p w14:paraId="2EF06BF3" w14:textId="77777777" w:rsidR="00305D5B" w:rsidRPr="00095E77" w:rsidRDefault="00305D5B" w:rsidP="00305D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F06BF4" w14:textId="7C64A855" w:rsidR="00305D5B" w:rsidRPr="00095E77" w:rsidRDefault="00305D5B" w:rsidP="00305D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2D5878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="004A425F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</w:p>
        </w:tc>
      </w:tr>
      <w:tr w:rsidR="0085747A" w:rsidRPr="003B16DB" w14:paraId="2EF06BF8" w14:textId="77777777" w:rsidTr="00305D5B">
        <w:tc>
          <w:tcPr>
            <w:tcW w:w="2694" w:type="dxa"/>
            <w:vAlign w:val="center"/>
          </w:tcPr>
          <w:p w14:paraId="2EF06BF6" w14:textId="77777777" w:rsidR="0085747A" w:rsidRPr="00095E7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F06BF7" w14:textId="5123DB97" w:rsidR="0085747A" w:rsidRPr="003B16DB" w:rsidRDefault="004A42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nn-NO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2D5878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3B16DB">
              <w:rPr>
                <w:rFonts w:ascii="Corbel" w:hAnsi="Corbel"/>
                <w:b w:val="0"/>
                <w:sz w:val="24"/>
                <w:szCs w:val="24"/>
                <w:lang w:val="nn-NO"/>
              </w:rPr>
              <w:t>Krystyna Barłóg</w:t>
            </w:r>
            <w:r w:rsidR="003B16DB" w:rsidRPr="003B16DB">
              <w:rPr>
                <w:rFonts w:ascii="Corbel" w:hAnsi="Corbel"/>
                <w:b w:val="0"/>
                <w:sz w:val="24"/>
                <w:szCs w:val="24"/>
                <w:lang w:val="nn-NO"/>
              </w:rPr>
              <w:t>, dr Anna Steliga</w:t>
            </w:r>
          </w:p>
        </w:tc>
      </w:tr>
    </w:tbl>
    <w:p w14:paraId="2EF06BF9" w14:textId="77777777" w:rsidR="0085747A" w:rsidRPr="00095E77" w:rsidRDefault="0085747A" w:rsidP="00305D5B">
      <w:pPr>
        <w:pStyle w:val="Podpunkty"/>
        <w:ind w:left="0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 xml:space="preserve">* </w:t>
      </w:r>
      <w:r w:rsidRPr="00095E77">
        <w:rPr>
          <w:rFonts w:ascii="Corbel" w:hAnsi="Corbel"/>
          <w:i/>
          <w:sz w:val="24"/>
          <w:szCs w:val="24"/>
        </w:rPr>
        <w:t>-</w:t>
      </w:r>
      <w:r w:rsidR="00B90885" w:rsidRPr="00095E7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95E77">
        <w:rPr>
          <w:rFonts w:ascii="Corbel" w:hAnsi="Corbel"/>
          <w:b w:val="0"/>
          <w:sz w:val="24"/>
          <w:szCs w:val="24"/>
        </w:rPr>
        <w:t>e,</w:t>
      </w:r>
      <w:r w:rsidRPr="00095E77">
        <w:rPr>
          <w:rFonts w:ascii="Corbel" w:hAnsi="Corbel"/>
          <w:i/>
          <w:sz w:val="24"/>
          <w:szCs w:val="24"/>
        </w:rPr>
        <w:t xml:space="preserve"> </w:t>
      </w:r>
      <w:r w:rsidRPr="00095E7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95E77">
        <w:rPr>
          <w:rFonts w:ascii="Corbel" w:hAnsi="Corbel"/>
          <w:b w:val="0"/>
          <w:i/>
          <w:sz w:val="24"/>
          <w:szCs w:val="24"/>
        </w:rPr>
        <w:t>w Jednostce</w:t>
      </w:r>
    </w:p>
    <w:p w14:paraId="2EF06BFA" w14:textId="77777777" w:rsidR="00923D7D" w:rsidRPr="00095E7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F06BFB" w14:textId="77777777" w:rsidR="0085747A" w:rsidRPr="00095E7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>1.</w:t>
      </w:r>
      <w:r w:rsidR="00E22FBC" w:rsidRPr="00095E77">
        <w:rPr>
          <w:rFonts w:ascii="Corbel" w:hAnsi="Corbel"/>
          <w:sz w:val="24"/>
          <w:szCs w:val="24"/>
        </w:rPr>
        <w:t>1</w:t>
      </w:r>
      <w:r w:rsidRPr="00095E7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F06BFC" w14:textId="77777777" w:rsidR="00923D7D" w:rsidRPr="00095E7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095E77" w14:paraId="2EF06C08" w14:textId="77777777" w:rsidTr="00305D5B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6BFD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Semestr</w:t>
            </w:r>
          </w:p>
          <w:p w14:paraId="2EF06BFE" w14:textId="77777777" w:rsidR="00015B8F" w:rsidRPr="00095E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(</w:t>
            </w:r>
            <w:r w:rsidR="00363F78" w:rsidRPr="00095E7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BFF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0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1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2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3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4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5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6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6C07" w14:textId="77777777" w:rsidR="00015B8F" w:rsidRPr="00095E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95E77">
              <w:rPr>
                <w:rFonts w:ascii="Corbel" w:hAnsi="Corbel"/>
                <w:b/>
                <w:szCs w:val="24"/>
              </w:rPr>
              <w:t>Liczba pkt</w:t>
            </w:r>
            <w:r w:rsidR="00B90885" w:rsidRPr="00095E77">
              <w:rPr>
                <w:rFonts w:ascii="Corbel" w:hAnsi="Corbel"/>
                <w:b/>
                <w:szCs w:val="24"/>
              </w:rPr>
              <w:t>.</w:t>
            </w:r>
            <w:r w:rsidRPr="00095E7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5D5B" w:rsidRPr="00095E77" w14:paraId="2EF06C13" w14:textId="77777777" w:rsidTr="00305D5B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6C09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A" w14:textId="31E8E845" w:rsidR="00305D5B" w:rsidRPr="00095E77" w:rsidRDefault="00DA4FE7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B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C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D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E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0F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10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11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6C12" w14:textId="77777777" w:rsidR="00305D5B" w:rsidRPr="00095E77" w:rsidRDefault="00305D5B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95E77">
              <w:rPr>
                <w:rFonts w:ascii="Corbel" w:hAnsi="Corbel"/>
                <w:szCs w:val="24"/>
              </w:rPr>
              <w:t>2</w:t>
            </w:r>
          </w:p>
        </w:tc>
      </w:tr>
    </w:tbl>
    <w:p w14:paraId="2EF06C14" w14:textId="77777777" w:rsidR="00923D7D" w:rsidRPr="00095E7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F06C15" w14:textId="77777777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>1.2.</w:t>
      </w:r>
      <w:r w:rsidRPr="00095E77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EF06C16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095E77">
        <w:rPr>
          <w:rFonts w:ascii="Corbel" w:eastAsia="MS Gothic" w:hAnsi="Corbel"/>
          <w:b w:val="0"/>
          <w:szCs w:val="24"/>
        </w:rPr>
        <w:sym w:font="Wingdings" w:char="F078"/>
      </w:r>
      <w:r w:rsidRPr="00095E77">
        <w:rPr>
          <w:rFonts w:ascii="Corbel" w:eastAsia="MS Gothic" w:hAnsi="Corbel"/>
          <w:b w:val="0"/>
          <w:szCs w:val="24"/>
        </w:rPr>
        <w:t xml:space="preserve"> </w:t>
      </w:r>
      <w:r w:rsidRPr="00095E7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EF06C17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95E77">
        <w:rPr>
          <w:rFonts w:ascii="MS Gothic" w:eastAsia="MS Gothic" w:hAnsi="MS Gothic" w:cs="MS Gothic" w:hint="eastAsia"/>
          <w:b w:val="0"/>
          <w:szCs w:val="24"/>
        </w:rPr>
        <w:t>☐</w:t>
      </w:r>
      <w:r w:rsidRPr="00095E7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F06C18" w14:textId="77777777" w:rsidR="00305D5B" w:rsidRPr="00095E77" w:rsidRDefault="00305D5B" w:rsidP="00305D5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2EF06C19" w14:textId="77777777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1.3 </w:t>
      </w:r>
      <w:r w:rsidRPr="00095E77">
        <w:rPr>
          <w:rFonts w:ascii="Corbel" w:hAnsi="Corbel"/>
          <w:smallCaps w:val="0"/>
          <w:szCs w:val="24"/>
        </w:rPr>
        <w:tab/>
        <w:t>Forma zaliczenia przedmiotu  (z toku)</w:t>
      </w:r>
    </w:p>
    <w:p w14:paraId="2EF06C1A" w14:textId="3DD76E03" w:rsidR="00305D5B" w:rsidRPr="00095E77" w:rsidRDefault="00305D5B" w:rsidP="00305D5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ab/>
      </w:r>
      <w:r w:rsidRPr="00095E77">
        <w:rPr>
          <w:rFonts w:ascii="Corbel" w:hAnsi="Corbel"/>
          <w:b w:val="0"/>
          <w:smallCaps w:val="0"/>
          <w:szCs w:val="24"/>
        </w:rPr>
        <w:t>zaliczenie bez oceny</w:t>
      </w:r>
    </w:p>
    <w:p w14:paraId="2EF06C1B" w14:textId="77777777" w:rsidR="001F31B0" w:rsidRPr="00095E77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06C1C" w14:textId="77777777" w:rsidR="00E960BB" w:rsidRPr="00095E7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95E7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5E77" w14:paraId="2EF06C1E" w14:textId="77777777" w:rsidTr="00745302">
        <w:tc>
          <w:tcPr>
            <w:tcW w:w="9670" w:type="dxa"/>
          </w:tcPr>
          <w:p w14:paraId="2EF06C1D" w14:textId="77777777" w:rsidR="0085747A" w:rsidRPr="00095E77" w:rsidRDefault="003D6CE8" w:rsidP="003D6CE8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kurs z </w:t>
            </w:r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Interdyscyplinarne studia nad niepełnosprawnością – Disability Studies</w:t>
            </w:r>
            <w:r w:rsidR="00850D00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B2E1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(cały kurs)</w:t>
            </w:r>
            <w:r w:rsidR="00305D5B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C5A5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Antropologia niepełnosprawności</w:t>
            </w: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EF06C1F" w14:textId="77777777" w:rsidR="00153C41" w:rsidRPr="00095E7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F06C20" w14:textId="77777777" w:rsidR="0085747A" w:rsidRPr="00095E7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95E77">
        <w:rPr>
          <w:rFonts w:ascii="Corbel" w:hAnsi="Corbel"/>
          <w:szCs w:val="24"/>
        </w:rPr>
        <w:t>3.</w:t>
      </w:r>
      <w:r w:rsidR="0085747A" w:rsidRPr="00095E77">
        <w:rPr>
          <w:rFonts w:ascii="Corbel" w:hAnsi="Corbel"/>
          <w:szCs w:val="24"/>
        </w:rPr>
        <w:t xml:space="preserve"> </w:t>
      </w:r>
      <w:r w:rsidR="00A84C85" w:rsidRPr="00095E77">
        <w:rPr>
          <w:rFonts w:ascii="Corbel" w:hAnsi="Corbel"/>
          <w:szCs w:val="24"/>
        </w:rPr>
        <w:t>cele, efekty uczenia się</w:t>
      </w:r>
      <w:r w:rsidR="0085747A" w:rsidRPr="00095E77">
        <w:rPr>
          <w:rFonts w:ascii="Corbel" w:hAnsi="Corbel"/>
          <w:szCs w:val="24"/>
        </w:rPr>
        <w:t xml:space="preserve"> , treści Programowe i stosowane metody Dydaktyczne</w:t>
      </w:r>
    </w:p>
    <w:p w14:paraId="2EF06C21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F06C22" w14:textId="77777777" w:rsidR="0085747A" w:rsidRPr="00095E7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95E77">
        <w:rPr>
          <w:rFonts w:ascii="Corbel" w:hAnsi="Corbel"/>
          <w:sz w:val="24"/>
          <w:szCs w:val="24"/>
        </w:rPr>
        <w:t>Cele przedmiotu</w:t>
      </w:r>
    </w:p>
    <w:p w14:paraId="2EF06C23" w14:textId="77777777" w:rsidR="00F83B28" w:rsidRPr="00095E7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095E77" w14:paraId="2EF06C26" w14:textId="77777777" w:rsidTr="00B325B6">
        <w:tc>
          <w:tcPr>
            <w:tcW w:w="842" w:type="dxa"/>
            <w:vAlign w:val="center"/>
          </w:tcPr>
          <w:p w14:paraId="2EF06C24" w14:textId="77777777" w:rsidR="0085747A" w:rsidRPr="00095E7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2EF06C25" w14:textId="77777777" w:rsidR="0004652D" w:rsidRPr="00095E77" w:rsidRDefault="00DB2E1B" w:rsidP="001C03A7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095E77">
              <w:rPr>
                <w:rFonts w:ascii="Corbel" w:hAnsi="Corbel"/>
                <w:b w:val="0"/>
                <w:sz w:val="24"/>
                <w:szCs w:val="24"/>
              </w:rPr>
              <w:t xml:space="preserve">Poszerzenie wiedzy na temat powstawania </w:t>
            </w:r>
            <w:r w:rsidR="005A4FC9" w:rsidRPr="00095E77">
              <w:rPr>
                <w:rFonts w:ascii="Corbel" w:hAnsi="Corbel"/>
                <w:b w:val="0"/>
                <w:sz w:val="24"/>
                <w:szCs w:val="24"/>
              </w:rPr>
              <w:t xml:space="preserve">tożsamości niepełnosprawności, sztuka art. burt. Ukazanie niepełnosprawności w szerokim kulturowym aspekcie – performatywne studia nad niepełnosprawnością, sztuka, teatr, taniec. </w:t>
            </w:r>
          </w:p>
        </w:tc>
      </w:tr>
    </w:tbl>
    <w:p w14:paraId="2EF06C27" w14:textId="77777777" w:rsidR="001D7B54" w:rsidRPr="00095E77" w:rsidRDefault="009F4610" w:rsidP="001056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 xml:space="preserve">3.2 </w:t>
      </w:r>
      <w:r w:rsidR="001D7B54" w:rsidRPr="00095E77">
        <w:rPr>
          <w:rFonts w:ascii="Corbel" w:hAnsi="Corbel"/>
          <w:b/>
          <w:sz w:val="24"/>
          <w:szCs w:val="24"/>
        </w:rPr>
        <w:t xml:space="preserve">Efekty </w:t>
      </w:r>
      <w:r w:rsidR="00C05F44" w:rsidRPr="00095E7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95E77">
        <w:rPr>
          <w:rFonts w:ascii="Corbel" w:hAnsi="Corbel"/>
          <w:b/>
          <w:sz w:val="24"/>
          <w:szCs w:val="24"/>
        </w:rPr>
        <w:t>dla przedmiotu</w:t>
      </w:r>
      <w:r w:rsidR="00445970" w:rsidRPr="00095E7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095E77" w14:paraId="2EF06C2B" w14:textId="77777777" w:rsidTr="00112982">
        <w:tc>
          <w:tcPr>
            <w:tcW w:w="1675" w:type="dxa"/>
            <w:vAlign w:val="center"/>
          </w:tcPr>
          <w:p w14:paraId="2EF06C28" w14:textId="77777777" w:rsidR="0085747A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95E7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95E7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2EF06C29" w14:textId="77777777" w:rsidR="0085747A" w:rsidRPr="00095E7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2EF06C2A" w14:textId="77777777" w:rsidR="0085747A" w:rsidRPr="00095E7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95E7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C03A7" w:rsidRPr="00095E77" w14:paraId="2EF06C2F" w14:textId="77777777" w:rsidTr="00112982">
        <w:tc>
          <w:tcPr>
            <w:tcW w:w="1675" w:type="dxa"/>
            <w:vAlign w:val="center"/>
          </w:tcPr>
          <w:p w14:paraId="2EF06C2C" w14:textId="77777777" w:rsidR="001C03A7" w:rsidRPr="00095E77" w:rsidRDefault="001C03A7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2EF06C2D" w14:textId="77777777" w:rsidR="001C03A7" w:rsidRPr="00095E77" w:rsidRDefault="001C03A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EF06C2E" w14:textId="77777777" w:rsidR="001C03A7" w:rsidRPr="00095E77" w:rsidRDefault="001C03A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03A7" w:rsidRPr="00095E77" w14:paraId="2EF06C35" w14:textId="77777777" w:rsidTr="00112982">
        <w:tc>
          <w:tcPr>
            <w:tcW w:w="1675" w:type="dxa"/>
            <w:vAlign w:val="center"/>
          </w:tcPr>
          <w:p w14:paraId="2EF06C30" w14:textId="77777777" w:rsidR="001C03A7" w:rsidRPr="00095E77" w:rsidRDefault="002F5F8C" w:rsidP="001C03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C03A7" w:rsidRPr="00095E7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81" w:type="dxa"/>
            <w:vAlign w:val="center"/>
          </w:tcPr>
          <w:p w14:paraId="2EF06C31" w14:textId="77777777" w:rsidR="001C03A7" w:rsidRPr="00095E77" w:rsidRDefault="001C03A7" w:rsidP="001C03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podstawy tego procesu w kontekście kultury i sztuki</w:t>
            </w:r>
          </w:p>
        </w:tc>
        <w:tc>
          <w:tcPr>
            <w:tcW w:w="1864" w:type="dxa"/>
            <w:vAlign w:val="center"/>
          </w:tcPr>
          <w:p w14:paraId="2EF06C32" w14:textId="77777777" w:rsidR="00810AF8" w:rsidRPr="00095E77" w:rsidRDefault="002F5F8C" w:rsidP="00810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PS.W2</w:t>
            </w:r>
            <w:r w:rsidR="00810AF8" w:rsidRPr="00095E77">
              <w:rPr>
                <w:rFonts w:ascii="Corbel" w:hAnsi="Corbel"/>
                <w:sz w:val="24"/>
                <w:szCs w:val="24"/>
              </w:rPr>
              <w:t>.</w:t>
            </w:r>
            <w:r w:rsidRPr="00095E7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F06C33" w14:textId="77777777" w:rsidR="002F5F8C" w:rsidRPr="00095E77" w:rsidRDefault="002F5F8C" w:rsidP="00810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 xml:space="preserve">PS.W9. </w:t>
            </w:r>
          </w:p>
          <w:p w14:paraId="2EF06C34" w14:textId="77777777" w:rsidR="001C03A7" w:rsidRPr="00095E77" w:rsidRDefault="001C03A7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C03A7" w:rsidRPr="00095E77" w14:paraId="2EF06C3A" w14:textId="77777777" w:rsidTr="00112982">
        <w:tc>
          <w:tcPr>
            <w:tcW w:w="1675" w:type="dxa"/>
            <w:vAlign w:val="center"/>
          </w:tcPr>
          <w:p w14:paraId="2EF06C36" w14:textId="77777777" w:rsidR="001C03A7" w:rsidRPr="00095E77" w:rsidRDefault="002F5F8C" w:rsidP="002F5F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  <w:vAlign w:val="center"/>
          </w:tcPr>
          <w:p w14:paraId="2EF06C37" w14:textId="77777777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Ma pogłębioną i uporządkowaną wiedzę na temat rehabilitacji społecznej osób niepełnosprawnych uwzględnia filozoficzne, społeczno-kulturowe, podstawy tego procesu w kontekście kultury i sztuki</w:t>
            </w:r>
          </w:p>
        </w:tc>
        <w:tc>
          <w:tcPr>
            <w:tcW w:w="1864" w:type="dxa"/>
            <w:vAlign w:val="center"/>
          </w:tcPr>
          <w:p w14:paraId="2EF06C38" w14:textId="77777777" w:rsidR="00810AF8" w:rsidRPr="00095E77" w:rsidRDefault="002F5F8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PS.W2</w:t>
            </w:r>
            <w:r w:rsidR="00810AF8" w:rsidRPr="00095E77">
              <w:rPr>
                <w:rFonts w:ascii="Corbel" w:hAnsi="Corbel"/>
                <w:b w:val="0"/>
                <w:szCs w:val="24"/>
              </w:rPr>
              <w:t>.</w:t>
            </w:r>
            <w:r w:rsidRPr="00095E77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EF06C39" w14:textId="77777777" w:rsidR="001C03A7" w:rsidRPr="00095E77" w:rsidRDefault="002F5F8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PS.W9</w:t>
            </w:r>
            <w:r w:rsidR="00810AF8" w:rsidRPr="00095E77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C03A7" w:rsidRPr="00095E77" w14:paraId="2EF06C3F" w14:textId="77777777" w:rsidTr="00112982">
        <w:tc>
          <w:tcPr>
            <w:tcW w:w="1675" w:type="dxa"/>
            <w:vAlign w:val="center"/>
          </w:tcPr>
          <w:p w14:paraId="2EF06C3B" w14:textId="77777777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  <w:vAlign w:val="center"/>
          </w:tcPr>
          <w:p w14:paraId="2EF06C3C" w14:textId="77777777" w:rsidR="001C03A7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potrafi wykorzystywać i integrować wiedzę z zakresu pedagogiki specjalnej w zakresie ujmowania powiązań kulturowych i postrzegania osoby niepełnosprawnej jako aktywnego uczestnika kultury i jej otoczenia</w:t>
            </w:r>
          </w:p>
        </w:tc>
        <w:tc>
          <w:tcPr>
            <w:tcW w:w="1864" w:type="dxa"/>
            <w:vAlign w:val="center"/>
          </w:tcPr>
          <w:p w14:paraId="2EF06C3D" w14:textId="77777777" w:rsidR="00810AF8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PS.U1.</w:t>
            </w:r>
            <w:r w:rsidR="002F5F8C" w:rsidRPr="00095E77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EF06C3E" w14:textId="77777777" w:rsidR="001C03A7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2F5F8C" w:rsidRPr="00095E77" w14:paraId="2EF06C44" w14:textId="77777777" w:rsidTr="00112982">
        <w:tc>
          <w:tcPr>
            <w:tcW w:w="1675" w:type="dxa"/>
            <w:vAlign w:val="center"/>
          </w:tcPr>
          <w:p w14:paraId="2EF06C40" w14:textId="77777777" w:rsidR="002F5F8C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  <w:vAlign w:val="center"/>
          </w:tcPr>
          <w:p w14:paraId="2EF06C41" w14:textId="77777777" w:rsidR="002F5F8C" w:rsidRPr="00095E77" w:rsidRDefault="002F5F8C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potrafi rozpoznawać i interpretować zjawiska społeczne, ukazując ich powiązania z różnymi zakresami pedagogiki specjalnej, dziedzinami nauk społecznych</w:t>
            </w:r>
          </w:p>
        </w:tc>
        <w:tc>
          <w:tcPr>
            <w:tcW w:w="1864" w:type="dxa"/>
            <w:vAlign w:val="center"/>
          </w:tcPr>
          <w:p w14:paraId="2EF06C42" w14:textId="77777777" w:rsidR="00810AF8" w:rsidRPr="00095E77" w:rsidRDefault="00810AF8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 xml:space="preserve">PS.U1. </w:t>
            </w:r>
          </w:p>
          <w:p w14:paraId="2EF06C43" w14:textId="77777777" w:rsidR="002F5F8C" w:rsidRPr="00095E77" w:rsidRDefault="00810AF8" w:rsidP="00810A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PS.U2.</w:t>
            </w:r>
          </w:p>
        </w:tc>
      </w:tr>
      <w:tr w:rsidR="000928CA" w:rsidRPr="00095E77" w14:paraId="2EF06C49" w14:textId="77777777" w:rsidTr="00112982">
        <w:tc>
          <w:tcPr>
            <w:tcW w:w="1675" w:type="dxa"/>
            <w:vAlign w:val="center"/>
          </w:tcPr>
          <w:p w14:paraId="2EF06C45" w14:textId="77777777" w:rsidR="000928CA" w:rsidRPr="00095E77" w:rsidRDefault="00810AF8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  <w:vAlign w:val="center"/>
          </w:tcPr>
          <w:p w14:paraId="2EF06C46" w14:textId="77777777" w:rsidR="000928CA" w:rsidRPr="00095E77" w:rsidRDefault="000928CA" w:rsidP="00810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Student jest gotów do posługiwania się zasadami i normami etycznymi w działalności zawodowej, kierując się szacunkiem dla każdego człowieka, jest gotowy dostrzegać osoby niepełnosprawne jako uczestników życia społecznego i odbiorcę i uczestnika kultury</w:t>
            </w:r>
          </w:p>
        </w:tc>
        <w:tc>
          <w:tcPr>
            <w:tcW w:w="1864" w:type="dxa"/>
            <w:vAlign w:val="center"/>
          </w:tcPr>
          <w:p w14:paraId="2EF06C47" w14:textId="77777777" w:rsidR="000928CA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PS.K1</w:t>
            </w:r>
            <w:r w:rsidR="000928CA" w:rsidRPr="00095E77">
              <w:rPr>
                <w:rFonts w:ascii="Corbel" w:hAnsi="Corbel"/>
                <w:b w:val="0"/>
                <w:szCs w:val="24"/>
              </w:rPr>
              <w:t>.</w:t>
            </w:r>
          </w:p>
          <w:p w14:paraId="2EF06C48" w14:textId="77777777" w:rsidR="000928CA" w:rsidRPr="00095E77" w:rsidRDefault="00810AF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PS.K8.</w:t>
            </w:r>
          </w:p>
        </w:tc>
      </w:tr>
    </w:tbl>
    <w:p w14:paraId="2EF06C4A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06C4B" w14:textId="77777777" w:rsidR="0085747A" w:rsidRPr="00095E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>3.3</w:t>
      </w:r>
      <w:r w:rsidR="001D7B54" w:rsidRPr="00095E77">
        <w:rPr>
          <w:rFonts w:ascii="Corbel" w:hAnsi="Corbel"/>
          <w:b/>
          <w:sz w:val="24"/>
          <w:szCs w:val="24"/>
        </w:rPr>
        <w:t xml:space="preserve"> </w:t>
      </w:r>
      <w:r w:rsidR="0085747A" w:rsidRPr="00095E77">
        <w:rPr>
          <w:rFonts w:ascii="Corbel" w:hAnsi="Corbel"/>
          <w:b/>
          <w:sz w:val="24"/>
          <w:szCs w:val="24"/>
        </w:rPr>
        <w:t>T</w:t>
      </w:r>
      <w:r w:rsidR="001D7B54" w:rsidRPr="00095E7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95E77">
        <w:rPr>
          <w:rFonts w:ascii="Corbel" w:hAnsi="Corbel"/>
          <w:sz w:val="24"/>
          <w:szCs w:val="24"/>
        </w:rPr>
        <w:t xml:space="preserve">  </w:t>
      </w:r>
    </w:p>
    <w:p w14:paraId="2EF06C4C" w14:textId="77777777" w:rsidR="00675843" w:rsidRPr="00095E77" w:rsidRDefault="0085747A" w:rsidP="0010569C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095E7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095E77" w14:paraId="2EF06C55" w14:textId="77777777" w:rsidTr="00103AA3">
        <w:tc>
          <w:tcPr>
            <w:tcW w:w="9628" w:type="dxa"/>
          </w:tcPr>
          <w:p w14:paraId="2EF06C4D" w14:textId="77777777" w:rsidR="00103AA3" w:rsidRPr="00095E77" w:rsidRDefault="007F6775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Treści merytoryczne:</w:t>
            </w:r>
          </w:p>
          <w:p w14:paraId="2EF06C4E" w14:textId="77777777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Definiowanie  kultury niepełnosprawności  na  tle  ewoluujących  definicji  kultury.</w:t>
            </w:r>
          </w:p>
          <w:p w14:paraId="2EF06C4F" w14:textId="77777777" w:rsidR="007A5403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 xml:space="preserve">Niepełnosprawność w kontekstach kulturowych i teoretycznych </w:t>
            </w:r>
          </w:p>
          <w:p w14:paraId="2EF06C50" w14:textId="77777777" w:rsidR="00850D00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Sztuka jako narzędzie społecznej zmiany</w:t>
            </w:r>
            <w:r w:rsidR="00641CA9" w:rsidRPr="00095E7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F06C51" w14:textId="77777777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Sztuka, zaangażowanie i emancypacja</w:t>
            </w:r>
          </w:p>
          <w:p w14:paraId="2EF06C52" w14:textId="77777777" w:rsidR="007F6775" w:rsidRPr="00095E77" w:rsidRDefault="007F6775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Performance a niepełnosprawność</w:t>
            </w:r>
          </w:p>
          <w:p w14:paraId="2EF06C53" w14:textId="77777777" w:rsidR="007F6775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„P</w:t>
            </w:r>
            <w:r w:rsidR="007F6775" w:rsidRPr="00095E77">
              <w:rPr>
                <w:rFonts w:ascii="Corbel" w:hAnsi="Corbel"/>
                <w:sz w:val="24"/>
                <w:szCs w:val="24"/>
              </w:rPr>
              <w:t>ole sztuki”</w:t>
            </w:r>
          </w:p>
          <w:p w14:paraId="2EF06C54" w14:textId="77777777" w:rsidR="007F6775" w:rsidRPr="00095E77" w:rsidRDefault="007A5403" w:rsidP="007A540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Niepełnosprawny w odzyskiwaniu tożsamości – ciało zaangażowane</w:t>
            </w:r>
          </w:p>
        </w:tc>
      </w:tr>
    </w:tbl>
    <w:p w14:paraId="2EF06C56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06C57" w14:textId="77777777" w:rsidR="0085747A" w:rsidRPr="00095E7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>3.4 Metody dydaktyczne</w:t>
      </w:r>
      <w:r w:rsidRPr="00095E77">
        <w:rPr>
          <w:rFonts w:ascii="Corbel" w:hAnsi="Corbel"/>
          <w:b w:val="0"/>
          <w:smallCaps w:val="0"/>
          <w:szCs w:val="24"/>
        </w:rPr>
        <w:t xml:space="preserve"> </w:t>
      </w:r>
    </w:p>
    <w:p w14:paraId="2EF06C58" w14:textId="77777777" w:rsidR="00E960BB" w:rsidRPr="00095E77" w:rsidRDefault="00153C41" w:rsidP="0010569C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b w:val="0"/>
          <w:smallCaps w:val="0"/>
          <w:szCs w:val="24"/>
        </w:rPr>
        <w:t>wykład</w:t>
      </w:r>
      <w:r w:rsidR="0085747A" w:rsidRPr="00095E7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095E7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095E77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095E77">
        <w:rPr>
          <w:rFonts w:ascii="Corbel" w:hAnsi="Corbel"/>
          <w:b w:val="0"/>
          <w:smallCaps w:val="0"/>
          <w:szCs w:val="24"/>
        </w:rPr>
        <w:t>,</w:t>
      </w:r>
      <w:r w:rsidR="0085747A" w:rsidRPr="00095E77">
        <w:rPr>
          <w:rFonts w:ascii="Corbel" w:hAnsi="Corbel"/>
          <w:b w:val="0"/>
          <w:smallCaps w:val="0"/>
          <w:szCs w:val="24"/>
        </w:rPr>
        <w:t xml:space="preserve"> </w:t>
      </w:r>
    </w:p>
    <w:p w14:paraId="2EF06C59" w14:textId="77777777" w:rsidR="00E960BB" w:rsidRPr="00095E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06C5A" w14:textId="77777777" w:rsidR="0085747A" w:rsidRPr="00095E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095E77">
        <w:rPr>
          <w:rFonts w:ascii="Corbel" w:hAnsi="Corbel"/>
          <w:smallCaps w:val="0"/>
          <w:szCs w:val="24"/>
        </w:rPr>
        <w:t>METODY I KRYTERIA OCENY</w:t>
      </w:r>
      <w:r w:rsidR="009F4610" w:rsidRPr="00095E77">
        <w:rPr>
          <w:rFonts w:ascii="Corbel" w:hAnsi="Corbel"/>
          <w:smallCaps w:val="0"/>
          <w:szCs w:val="24"/>
        </w:rPr>
        <w:t xml:space="preserve"> </w:t>
      </w:r>
    </w:p>
    <w:p w14:paraId="2EF06C5B" w14:textId="77777777" w:rsidR="0085747A" w:rsidRPr="00095E77" w:rsidRDefault="0085747A" w:rsidP="001056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95E7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095E77" w14:paraId="2EF06C61" w14:textId="77777777" w:rsidTr="003E2D83">
        <w:tc>
          <w:tcPr>
            <w:tcW w:w="1962" w:type="dxa"/>
            <w:vAlign w:val="center"/>
          </w:tcPr>
          <w:p w14:paraId="2EF06C5C" w14:textId="77777777" w:rsidR="0085747A" w:rsidRPr="00095E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EF06C5D" w14:textId="77777777" w:rsidR="0085747A" w:rsidRPr="00095E7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F06C5E" w14:textId="77777777" w:rsidR="0085747A" w:rsidRPr="00095E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2EF06C5F" w14:textId="77777777" w:rsidR="00923D7D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F06C60" w14:textId="77777777" w:rsidR="0085747A" w:rsidRPr="00095E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95E77" w14:paraId="2EF06C65" w14:textId="77777777" w:rsidTr="003E2D83">
        <w:tc>
          <w:tcPr>
            <w:tcW w:w="1962" w:type="dxa"/>
          </w:tcPr>
          <w:p w14:paraId="2EF06C62" w14:textId="77777777" w:rsidR="0085747A" w:rsidRPr="00095E7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2EF06C63" w14:textId="77777777" w:rsidR="0085747A" w:rsidRPr="00095E77" w:rsidRDefault="00AB77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2EF06C64" w14:textId="77777777" w:rsidR="0085747A" w:rsidRPr="00095E77" w:rsidRDefault="00103AA3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</w:t>
            </w:r>
            <w:r w:rsidR="00AB7787" w:rsidRPr="00095E77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AB7787" w:rsidRPr="00095E77" w14:paraId="2EF06C69" w14:textId="77777777" w:rsidTr="003E2D83">
        <w:tc>
          <w:tcPr>
            <w:tcW w:w="1962" w:type="dxa"/>
          </w:tcPr>
          <w:p w14:paraId="2EF06C66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EF06C67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2EF06C68" w14:textId="77777777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2EF06C6D" w14:textId="77777777" w:rsidTr="003E2D83">
        <w:tc>
          <w:tcPr>
            <w:tcW w:w="1962" w:type="dxa"/>
          </w:tcPr>
          <w:p w14:paraId="2EF06C6A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2EF06C6B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2EF06C6C" w14:textId="77777777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2EF06C71" w14:textId="77777777" w:rsidTr="003E2D83">
        <w:tc>
          <w:tcPr>
            <w:tcW w:w="1962" w:type="dxa"/>
          </w:tcPr>
          <w:p w14:paraId="2EF06C6E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2EF06C6F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2EF06C70" w14:textId="77777777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AB7787" w:rsidRPr="00095E77" w14:paraId="2EF06C75" w14:textId="77777777" w:rsidTr="003E2D83">
        <w:tc>
          <w:tcPr>
            <w:tcW w:w="1962" w:type="dxa"/>
          </w:tcPr>
          <w:p w14:paraId="2EF06C72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2" w:type="dxa"/>
          </w:tcPr>
          <w:p w14:paraId="2EF06C73" w14:textId="77777777" w:rsidR="00AB7787" w:rsidRPr="00095E77" w:rsidRDefault="00AB7787" w:rsidP="00AB77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474D6" w:rsidRPr="00095E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16" w:type="dxa"/>
          </w:tcPr>
          <w:p w14:paraId="2EF06C74" w14:textId="77777777" w:rsidR="00AB7787" w:rsidRPr="00095E77" w:rsidRDefault="00AB7787" w:rsidP="00AB77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95E77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EF06C76" w14:textId="77777777" w:rsidR="00923D7D" w:rsidRPr="00095E7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06C77" w14:textId="77777777" w:rsidR="00923D7D" w:rsidRPr="00095E77" w:rsidRDefault="003E1941" w:rsidP="001056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4.2 </w:t>
      </w:r>
      <w:r w:rsidR="0085747A" w:rsidRPr="00095E7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95E7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95E77" w14:paraId="2EF06C79" w14:textId="77777777" w:rsidTr="00923D7D">
        <w:tc>
          <w:tcPr>
            <w:tcW w:w="9670" w:type="dxa"/>
          </w:tcPr>
          <w:p w14:paraId="2EF06C78" w14:textId="4633A5C2" w:rsidR="00EC6AEC" w:rsidRPr="00095E77" w:rsidRDefault="008474D6" w:rsidP="007F67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F6775" w:rsidRPr="00095E77">
              <w:rPr>
                <w:rFonts w:ascii="Corbel" w:hAnsi="Corbel"/>
                <w:b w:val="0"/>
                <w:smallCaps w:val="0"/>
                <w:szCs w:val="24"/>
              </w:rPr>
              <w:t>ażdy student ma za zadanie uczestniczyć w jakiejś wybranej przez siebie akcji społecznej z udziałem osób z niepełnosprawnościami – sztuka, teatr, film, wystawa muzealna, galeria sztuki itp.</w:t>
            </w: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oraz sporządzić stosowne sprawozdanie.</w:t>
            </w:r>
            <w:r w:rsidR="0010569C"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 Ocena tradycyjna</w:t>
            </w:r>
            <w:r w:rsidR="00AD5F3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EF06C7A" w14:textId="77777777" w:rsidR="0085747A" w:rsidRPr="00095E7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06C7B" w14:textId="77777777" w:rsidR="0085747A" w:rsidRPr="00095E77" w:rsidRDefault="0085747A" w:rsidP="001056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95E77">
        <w:rPr>
          <w:rFonts w:ascii="Corbel" w:hAnsi="Corbel"/>
          <w:b/>
          <w:sz w:val="24"/>
          <w:szCs w:val="24"/>
        </w:rPr>
        <w:t xml:space="preserve">5. </w:t>
      </w:r>
      <w:r w:rsidR="00C61DC5" w:rsidRPr="00095E7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246"/>
      </w:tblGrid>
      <w:tr w:rsidR="0085747A" w:rsidRPr="00095E77" w14:paraId="2EF06C7E" w14:textId="77777777" w:rsidTr="00AB7787">
        <w:tc>
          <w:tcPr>
            <w:tcW w:w="5274" w:type="dxa"/>
            <w:vAlign w:val="center"/>
          </w:tcPr>
          <w:p w14:paraId="2EF06C7C" w14:textId="77777777" w:rsidR="0085747A" w:rsidRPr="00095E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95E7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95E7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14:paraId="2EF06C7D" w14:textId="77777777" w:rsidR="0085747A" w:rsidRPr="00095E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95E7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95E7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95E7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95E77" w14:paraId="2EF06C81" w14:textId="77777777" w:rsidTr="00AB7787">
        <w:tc>
          <w:tcPr>
            <w:tcW w:w="5274" w:type="dxa"/>
          </w:tcPr>
          <w:p w14:paraId="2EF06C7F" w14:textId="77777777" w:rsidR="0085747A" w:rsidRPr="00095E77" w:rsidRDefault="00C61DC5" w:rsidP="005C4E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G</w:t>
            </w:r>
            <w:r w:rsidR="0085747A" w:rsidRPr="00095E7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095E7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95E7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95E7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14:paraId="2EF06C80" w14:textId="1B36855C" w:rsidR="0085747A" w:rsidRPr="00095E77" w:rsidRDefault="00DA4FE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095E77" w14:paraId="2EF06C84" w14:textId="77777777" w:rsidTr="00AB7787">
        <w:tc>
          <w:tcPr>
            <w:tcW w:w="5274" w:type="dxa"/>
          </w:tcPr>
          <w:p w14:paraId="3815CB5E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AB7787" w:rsidRPr="00095E77">
              <w:rPr>
                <w:rFonts w:ascii="Corbel" w:hAnsi="Corbel"/>
                <w:sz w:val="24"/>
                <w:szCs w:val="24"/>
              </w:rPr>
              <w:t xml:space="preserve"> akademickie</w:t>
            </w:r>
            <w:r w:rsidR="001E0351">
              <w:rPr>
                <w:rFonts w:ascii="Corbel" w:hAnsi="Corbel"/>
                <w:sz w:val="24"/>
                <w:szCs w:val="24"/>
              </w:rPr>
              <w:t>:</w:t>
            </w:r>
          </w:p>
          <w:p w14:paraId="2EF06C82" w14:textId="7F0443F7" w:rsidR="001E0351" w:rsidRPr="00095E77" w:rsidRDefault="001E03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</w:t>
            </w:r>
          </w:p>
        </w:tc>
        <w:tc>
          <w:tcPr>
            <w:tcW w:w="4246" w:type="dxa"/>
          </w:tcPr>
          <w:p w14:paraId="479A1D9B" w14:textId="77777777" w:rsidR="001E0351" w:rsidRDefault="001E0351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F06C83" w14:textId="61B06831" w:rsidR="00C61DC5" w:rsidRPr="00095E77" w:rsidRDefault="00AB778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95E77" w14:paraId="2EF06C87" w14:textId="77777777" w:rsidTr="00AB7787">
        <w:tc>
          <w:tcPr>
            <w:tcW w:w="5274" w:type="dxa"/>
          </w:tcPr>
          <w:p w14:paraId="39BB3EB0" w14:textId="09A0A73D" w:rsidR="001E035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E0351">
              <w:rPr>
                <w:rFonts w:ascii="Corbel" w:hAnsi="Corbel"/>
                <w:sz w:val="24"/>
                <w:szCs w:val="24"/>
              </w:rPr>
              <w:t>:</w:t>
            </w:r>
          </w:p>
          <w:p w14:paraId="725E450A" w14:textId="554183FA" w:rsidR="006059B4" w:rsidRDefault="006059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uczestnictwo w akcji społecznej z udziałem osób z </w:t>
            </w:r>
            <w:r w:rsidR="00CA0B3A">
              <w:rPr>
                <w:rFonts w:ascii="Corbel" w:hAnsi="Corbel"/>
                <w:sz w:val="24"/>
                <w:szCs w:val="24"/>
              </w:rPr>
              <w:t>niepełnosprawnością</w:t>
            </w:r>
          </w:p>
          <w:p w14:paraId="03ACDF72" w14:textId="67764BDA" w:rsidR="00CA0B3A" w:rsidRDefault="00CA0B3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sprawozdania</w:t>
            </w:r>
          </w:p>
          <w:p w14:paraId="2EF06C85" w14:textId="5C90CAA7" w:rsidR="00C61DC5" w:rsidRPr="00095E77" w:rsidRDefault="001E03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B7787" w:rsidRPr="00095E77">
              <w:rPr>
                <w:rFonts w:ascii="Corbel" w:hAnsi="Corbel"/>
                <w:sz w:val="24"/>
                <w:szCs w:val="24"/>
              </w:rPr>
              <w:t>analizy literatury</w:t>
            </w:r>
          </w:p>
        </w:tc>
        <w:tc>
          <w:tcPr>
            <w:tcW w:w="4246" w:type="dxa"/>
          </w:tcPr>
          <w:p w14:paraId="5C35FDE5" w14:textId="77777777" w:rsidR="00C61DC5" w:rsidRDefault="00C61DC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02F0C0" w14:textId="77777777" w:rsidR="00CA0B3A" w:rsidRDefault="00CA0B3A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10FCF997" w14:textId="77777777" w:rsidR="004E563F" w:rsidRDefault="004E563F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31C2473" w14:textId="75CF1C55" w:rsidR="003D1605" w:rsidRDefault="003D1605" w:rsidP="004E56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EF06C86" w14:textId="78EEDD02" w:rsidR="003D1605" w:rsidRPr="00095E77" w:rsidRDefault="00DA4FE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095E77" w14:paraId="2EF06C8A" w14:textId="77777777" w:rsidTr="00AB7787">
        <w:tc>
          <w:tcPr>
            <w:tcW w:w="5274" w:type="dxa"/>
          </w:tcPr>
          <w:p w14:paraId="2EF06C88" w14:textId="77777777" w:rsidR="0085747A" w:rsidRPr="00095E7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14:paraId="2EF06C89" w14:textId="77777777" w:rsidR="0085747A" w:rsidRPr="00095E77" w:rsidRDefault="00AB7787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95E7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095E77" w14:paraId="2EF06C8D" w14:textId="77777777" w:rsidTr="00AB7787">
        <w:tc>
          <w:tcPr>
            <w:tcW w:w="5274" w:type="dxa"/>
          </w:tcPr>
          <w:p w14:paraId="2EF06C8B" w14:textId="77777777" w:rsidR="0085747A" w:rsidRPr="00095E7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14:paraId="2EF06C8C" w14:textId="77777777" w:rsidR="0085747A" w:rsidRPr="00095E77" w:rsidRDefault="007F677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95E7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EF06C8E" w14:textId="77777777" w:rsidR="003E1941" w:rsidRPr="00095E77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06C8F" w14:textId="77777777" w:rsidR="00675843" w:rsidRPr="00095E7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5E77">
        <w:rPr>
          <w:rFonts w:ascii="Corbel" w:hAnsi="Corbel"/>
          <w:smallCaps w:val="0"/>
          <w:szCs w:val="24"/>
        </w:rPr>
        <w:t xml:space="preserve">7. </w:t>
      </w:r>
      <w:r w:rsidR="0085747A" w:rsidRPr="00095E77">
        <w:rPr>
          <w:rFonts w:ascii="Corbel" w:hAnsi="Corbel"/>
          <w:smallCaps w:val="0"/>
          <w:szCs w:val="24"/>
        </w:rPr>
        <w:t>LITERATURA</w:t>
      </w:r>
      <w:r w:rsidRPr="00095E77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95E77" w14:paraId="2EF06C97" w14:textId="77777777" w:rsidTr="00AB7787">
        <w:trPr>
          <w:trHeight w:val="397"/>
        </w:trPr>
        <w:tc>
          <w:tcPr>
            <w:tcW w:w="9639" w:type="dxa"/>
          </w:tcPr>
          <w:p w14:paraId="2EF06C90" w14:textId="77777777" w:rsidR="00983CCB" w:rsidRPr="00095E77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EF06C91" w14:textId="77777777" w:rsidR="007F6775" w:rsidRPr="00095E77" w:rsidRDefault="007F6775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Borowska -  Beszta B. (2012). Niepełnosprawność w kontekstach kulturowych i teoretycznych. Impuls, Kraków</w:t>
            </w:r>
          </w:p>
          <w:p w14:paraId="2EF06C92" w14:textId="77777777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Baar T. (2006a), Teatr – terapeutyczny ekran [w:] Terapia i teatr. Wokó³ problematyki teatru ludzi niepełnosprawnych, red. I. Jajte-Lewkowicz, A. Piasecka, Oficyna Wydawnicza Tercja Łódź</w:t>
            </w:r>
          </w:p>
          <w:p w14:paraId="2EF06C93" w14:textId="77777777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Baar T. (2006b), Taartar: metoda pracy z grup aktorów upośledzonych umysłowo [w:] Terapia i teatr. Wokół  problematyki teatru ludzi niepełnosprawnych, red. I. Jajte-Lewkowicz, A. Piasecka, Oficyna Wydawnicza Tercja, Łódź</w:t>
            </w:r>
          </w:p>
          <w:p w14:paraId="2EF06C94" w14:textId="77777777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Bourdieu P. (2001), Reguły sztuki (przekład A. Zawadzki), Universitas, Kraków.</w:t>
            </w:r>
          </w:p>
          <w:p w14:paraId="2EF06C95" w14:textId="06744D2A" w:rsidR="005A4FC9" w:rsidRPr="00095E77" w:rsidRDefault="005A4FC9" w:rsidP="005A4FC9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Jajte-Lewkowicz I. (2013), O trzech paradoksach teatru „wykluczonych” [w:] Spektakl jako wydarzenie i doświadczenie, red. I. Jajte-Lewkowicz, J. Micha</w:t>
            </w:r>
            <w:r w:rsidR="005B0C8C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ł</w:t>
            </w: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owska, A. Piasecka, Wydawnictwo Oficyna, Łódź.</w:t>
            </w:r>
          </w:p>
          <w:p w14:paraId="2EF06C96" w14:textId="77777777" w:rsidR="0085635D" w:rsidRPr="00095E77" w:rsidRDefault="008E675F" w:rsidP="000265CA">
            <w:p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95E77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oraz aktualne czasopisma z baz krajowych i zagranicznych m.in. Taylor Francis Group, Springer inne</w:t>
            </w:r>
          </w:p>
        </w:tc>
      </w:tr>
      <w:tr w:rsidR="0085747A" w:rsidRPr="00095E77" w14:paraId="2EF06C9B" w14:textId="77777777" w:rsidTr="00AB7787">
        <w:trPr>
          <w:trHeight w:val="397"/>
        </w:trPr>
        <w:tc>
          <w:tcPr>
            <w:tcW w:w="9639" w:type="dxa"/>
          </w:tcPr>
          <w:p w14:paraId="2EF06C98" w14:textId="77777777" w:rsidR="0085747A" w:rsidRPr="00095E77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5E7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F06C99" w14:textId="77777777" w:rsidR="0081159F" w:rsidRPr="00095E77" w:rsidRDefault="0081159F" w:rsidP="0081159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Krause A. (2004), Człowiek niepełnosprawny wobec przeobrażeń społecznych, Oficyna Wydawnicza „Impuls”, Kraków.</w:t>
            </w:r>
          </w:p>
          <w:p w14:paraId="2EF06C9A" w14:textId="77777777" w:rsidR="0085635D" w:rsidRPr="00095E77" w:rsidRDefault="00983CCB" w:rsidP="008E675F">
            <w:pPr>
              <w:pStyle w:val="Punktygwne"/>
              <w:numPr>
                <w:ilvl w:val="0"/>
                <w:numId w:val="6"/>
              </w:numPr>
              <w:spacing w:before="0" w:after="0"/>
              <w:ind w:left="714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Rzeźnicka-Krupa J. (2012), Niepełnosprawność w perspektywie społeczno-kulturowej. Źródła zmian</w:t>
            </w:r>
            <w:r w:rsidR="0081159F"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specjalnej, „Człowiek – Niepełnosprawność– Społeczeństwo”, nr 2(16)</w:t>
            </w:r>
            <w:r w:rsidR="0085635D" w:rsidRPr="00095E7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2EF06C9C" w14:textId="77777777" w:rsidR="008474D6" w:rsidRPr="00095E77" w:rsidRDefault="0085747A" w:rsidP="00095E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95E77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474D6" w:rsidRPr="00095E77" w:rsidSect="00624DD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3F191" w14:textId="77777777" w:rsidR="006B3C2D" w:rsidRDefault="006B3C2D" w:rsidP="00C16ABF">
      <w:pPr>
        <w:spacing w:after="0" w:line="240" w:lineRule="auto"/>
      </w:pPr>
      <w:r>
        <w:separator/>
      </w:r>
    </w:p>
  </w:endnote>
  <w:endnote w:type="continuationSeparator" w:id="0">
    <w:p w14:paraId="5012726A" w14:textId="77777777" w:rsidR="006B3C2D" w:rsidRDefault="006B3C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B6C12" w14:textId="77777777" w:rsidR="006B3C2D" w:rsidRDefault="006B3C2D" w:rsidP="00C16ABF">
      <w:pPr>
        <w:spacing w:after="0" w:line="240" w:lineRule="auto"/>
      </w:pPr>
      <w:r>
        <w:separator/>
      </w:r>
    </w:p>
  </w:footnote>
  <w:footnote w:type="continuationSeparator" w:id="0">
    <w:p w14:paraId="4039961B" w14:textId="77777777" w:rsidR="006B3C2D" w:rsidRDefault="006B3C2D" w:rsidP="00C16ABF">
      <w:pPr>
        <w:spacing w:after="0" w:line="240" w:lineRule="auto"/>
      </w:pPr>
      <w:r>
        <w:continuationSeparator/>
      </w:r>
    </w:p>
  </w:footnote>
  <w:footnote w:id="1">
    <w:p w14:paraId="2EF06CA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656E"/>
    <w:multiLevelType w:val="hybridMultilevel"/>
    <w:tmpl w:val="C48A9B66"/>
    <w:lvl w:ilvl="0" w:tplc="54C6C42E">
      <w:start w:val="1"/>
      <w:numFmt w:val="decimal"/>
      <w:lvlText w:val="%1."/>
      <w:lvlJc w:val="left"/>
      <w:pPr>
        <w:ind w:left="184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A6545"/>
    <w:multiLevelType w:val="hybridMultilevel"/>
    <w:tmpl w:val="98C65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4744F"/>
    <w:multiLevelType w:val="hybridMultilevel"/>
    <w:tmpl w:val="8A6E3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2159565">
    <w:abstractNumId w:val="2"/>
  </w:num>
  <w:num w:numId="2" w16cid:durableId="218369777">
    <w:abstractNumId w:val="6"/>
  </w:num>
  <w:num w:numId="3" w16cid:durableId="672882347">
    <w:abstractNumId w:val="3"/>
  </w:num>
  <w:num w:numId="4" w16cid:durableId="440301729">
    <w:abstractNumId w:val="9"/>
  </w:num>
  <w:num w:numId="5" w16cid:durableId="441799394">
    <w:abstractNumId w:val="1"/>
  </w:num>
  <w:num w:numId="6" w16cid:durableId="1642077671">
    <w:abstractNumId w:val="5"/>
  </w:num>
  <w:num w:numId="7" w16cid:durableId="1631084935">
    <w:abstractNumId w:val="4"/>
  </w:num>
  <w:num w:numId="8" w16cid:durableId="97331078">
    <w:abstractNumId w:val="8"/>
  </w:num>
  <w:num w:numId="9" w16cid:durableId="407121061">
    <w:abstractNumId w:val="0"/>
  </w:num>
  <w:num w:numId="10" w16cid:durableId="15926599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5CA"/>
    <w:rsid w:val="00042A51"/>
    <w:rsid w:val="00042D2E"/>
    <w:rsid w:val="00044C82"/>
    <w:rsid w:val="0004652D"/>
    <w:rsid w:val="00070ED6"/>
    <w:rsid w:val="000742DC"/>
    <w:rsid w:val="00084C12"/>
    <w:rsid w:val="000928CA"/>
    <w:rsid w:val="0009462C"/>
    <w:rsid w:val="00094B12"/>
    <w:rsid w:val="00095E77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0569C"/>
    <w:rsid w:val="00112982"/>
    <w:rsid w:val="001149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0D78"/>
    <w:rsid w:val="001A70D2"/>
    <w:rsid w:val="001C03A7"/>
    <w:rsid w:val="001C3FF3"/>
    <w:rsid w:val="001D657B"/>
    <w:rsid w:val="001D7B54"/>
    <w:rsid w:val="001E0209"/>
    <w:rsid w:val="001E0351"/>
    <w:rsid w:val="001E4DD6"/>
    <w:rsid w:val="001F2CA2"/>
    <w:rsid w:val="001F31B0"/>
    <w:rsid w:val="002144C0"/>
    <w:rsid w:val="0022477D"/>
    <w:rsid w:val="002278A9"/>
    <w:rsid w:val="002336F9"/>
    <w:rsid w:val="0024028F"/>
    <w:rsid w:val="00244ABC"/>
    <w:rsid w:val="00257B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A56"/>
    <w:rsid w:val="002D3375"/>
    <w:rsid w:val="002D5878"/>
    <w:rsid w:val="002D73D4"/>
    <w:rsid w:val="002F02A3"/>
    <w:rsid w:val="002F4ABE"/>
    <w:rsid w:val="002F5F8C"/>
    <w:rsid w:val="003018BA"/>
    <w:rsid w:val="0030395F"/>
    <w:rsid w:val="00305C92"/>
    <w:rsid w:val="00305D5B"/>
    <w:rsid w:val="003151C5"/>
    <w:rsid w:val="003343CF"/>
    <w:rsid w:val="00346FE9"/>
    <w:rsid w:val="0034759A"/>
    <w:rsid w:val="003503F6"/>
    <w:rsid w:val="003530DD"/>
    <w:rsid w:val="00363F78"/>
    <w:rsid w:val="00373901"/>
    <w:rsid w:val="00373BBA"/>
    <w:rsid w:val="003A0A5B"/>
    <w:rsid w:val="003A1176"/>
    <w:rsid w:val="003B16DB"/>
    <w:rsid w:val="003C0BAE"/>
    <w:rsid w:val="003D026F"/>
    <w:rsid w:val="003D1605"/>
    <w:rsid w:val="003D18A9"/>
    <w:rsid w:val="003D6CE2"/>
    <w:rsid w:val="003D6CE8"/>
    <w:rsid w:val="003E1941"/>
    <w:rsid w:val="003E2D83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4B4"/>
    <w:rsid w:val="0047598D"/>
    <w:rsid w:val="004840FD"/>
    <w:rsid w:val="00490F7D"/>
    <w:rsid w:val="00491678"/>
    <w:rsid w:val="004968E2"/>
    <w:rsid w:val="004A3EEA"/>
    <w:rsid w:val="004A425F"/>
    <w:rsid w:val="004A4D1F"/>
    <w:rsid w:val="004D5282"/>
    <w:rsid w:val="004E00B1"/>
    <w:rsid w:val="004E563F"/>
    <w:rsid w:val="004F1551"/>
    <w:rsid w:val="004F55A3"/>
    <w:rsid w:val="0050496F"/>
    <w:rsid w:val="00513B6F"/>
    <w:rsid w:val="00516447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4FC9"/>
    <w:rsid w:val="005B0BEC"/>
    <w:rsid w:val="005B0C8C"/>
    <w:rsid w:val="005C080F"/>
    <w:rsid w:val="005C4EBC"/>
    <w:rsid w:val="005C55E5"/>
    <w:rsid w:val="005C677C"/>
    <w:rsid w:val="005C696A"/>
    <w:rsid w:val="005E6E85"/>
    <w:rsid w:val="005F31D2"/>
    <w:rsid w:val="006059B4"/>
    <w:rsid w:val="0061029B"/>
    <w:rsid w:val="00617230"/>
    <w:rsid w:val="00621CE1"/>
    <w:rsid w:val="00623D01"/>
    <w:rsid w:val="00624DDD"/>
    <w:rsid w:val="00627FC9"/>
    <w:rsid w:val="00641CA9"/>
    <w:rsid w:val="00647FA8"/>
    <w:rsid w:val="00650C5F"/>
    <w:rsid w:val="00654934"/>
    <w:rsid w:val="006620D9"/>
    <w:rsid w:val="00671958"/>
    <w:rsid w:val="00675843"/>
    <w:rsid w:val="00696477"/>
    <w:rsid w:val="006B3C2D"/>
    <w:rsid w:val="006B6859"/>
    <w:rsid w:val="006C1E1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5403"/>
    <w:rsid w:val="007A6E6E"/>
    <w:rsid w:val="007B7FDF"/>
    <w:rsid w:val="007C3299"/>
    <w:rsid w:val="007C3BCC"/>
    <w:rsid w:val="007C4546"/>
    <w:rsid w:val="007D6E56"/>
    <w:rsid w:val="007E7933"/>
    <w:rsid w:val="007E7C86"/>
    <w:rsid w:val="007F4155"/>
    <w:rsid w:val="007F59A9"/>
    <w:rsid w:val="007F6775"/>
    <w:rsid w:val="00810AF8"/>
    <w:rsid w:val="0081159F"/>
    <w:rsid w:val="0081554D"/>
    <w:rsid w:val="0081707E"/>
    <w:rsid w:val="00825319"/>
    <w:rsid w:val="008402D4"/>
    <w:rsid w:val="008449B3"/>
    <w:rsid w:val="008474D6"/>
    <w:rsid w:val="00850D00"/>
    <w:rsid w:val="008552A2"/>
    <w:rsid w:val="0085635D"/>
    <w:rsid w:val="0085747A"/>
    <w:rsid w:val="00884922"/>
    <w:rsid w:val="00885F64"/>
    <w:rsid w:val="008917F9"/>
    <w:rsid w:val="008A0F00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539D"/>
    <w:rsid w:val="008E4702"/>
    <w:rsid w:val="008E64F4"/>
    <w:rsid w:val="008E675F"/>
    <w:rsid w:val="008E72AF"/>
    <w:rsid w:val="008F12C9"/>
    <w:rsid w:val="008F6E29"/>
    <w:rsid w:val="00916188"/>
    <w:rsid w:val="00923D7D"/>
    <w:rsid w:val="009508DF"/>
    <w:rsid w:val="00950DAC"/>
    <w:rsid w:val="00954A07"/>
    <w:rsid w:val="00973F91"/>
    <w:rsid w:val="00983CCB"/>
    <w:rsid w:val="009876BD"/>
    <w:rsid w:val="00997F14"/>
    <w:rsid w:val="009A78D9"/>
    <w:rsid w:val="009C3E31"/>
    <w:rsid w:val="009C54AE"/>
    <w:rsid w:val="009C788E"/>
    <w:rsid w:val="009D034D"/>
    <w:rsid w:val="009D3F3B"/>
    <w:rsid w:val="009E0543"/>
    <w:rsid w:val="009E3B41"/>
    <w:rsid w:val="009F3C5C"/>
    <w:rsid w:val="009F4610"/>
    <w:rsid w:val="00A00ECC"/>
    <w:rsid w:val="00A155EE"/>
    <w:rsid w:val="00A2245B"/>
    <w:rsid w:val="00A24F9D"/>
    <w:rsid w:val="00A30110"/>
    <w:rsid w:val="00A3520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90"/>
    <w:rsid w:val="00AB053C"/>
    <w:rsid w:val="00AB7787"/>
    <w:rsid w:val="00AD1146"/>
    <w:rsid w:val="00AD27D3"/>
    <w:rsid w:val="00AD5F34"/>
    <w:rsid w:val="00AD66D6"/>
    <w:rsid w:val="00AE1160"/>
    <w:rsid w:val="00AE203C"/>
    <w:rsid w:val="00AE2E74"/>
    <w:rsid w:val="00AE455E"/>
    <w:rsid w:val="00AE5FCB"/>
    <w:rsid w:val="00AF2C1E"/>
    <w:rsid w:val="00B06142"/>
    <w:rsid w:val="00B135B1"/>
    <w:rsid w:val="00B20FD6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48B"/>
    <w:rsid w:val="00B90885"/>
    <w:rsid w:val="00BB520A"/>
    <w:rsid w:val="00BD3869"/>
    <w:rsid w:val="00BD41E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B3A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FE7"/>
    <w:rsid w:val="00DB2E1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B7F"/>
    <w:rsid w:val="00E960BB"/>
    <w:rsid w:val="00EA2074"/>
    <w:rsid w:val="00EA2140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148"/>
    <w:rsid w:val="00F27A7B"/>
    <w:rsid w:val="00F314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D9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6BCA"/>
  <w15:docId w15:val="{BE5EF675-0183-4179-8C19-C8BC74C5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EC545-5A40-4CB1-8EE4-7F0726B9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2025-01-31T09:55:00Z</dcterms:created>
  <dcterms:modified xsi:type="dcterms:W3CDTF">2025-01-31T12:10:00Z</dcterms:modified>
</cp:coreProperties>
</file>